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53" w:rsidRPr="00122970" w:rsidRDefault="0018095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180953" w:rsidRDefault="0018095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180953" w:rsidRPr="00371B2B" w:rsidRDefault="0018095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180953" w:rsidRPr="00371B2B" w:rsidRDefault="00180953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180953" w:rsidRDefault="00180953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180953" w:rsidRPr="00371B2B" w:rsidRDefault="00180953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180953" w:rsidRPr="00371B2B" w:rsidRDefault="00180953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180953" w:rsidRDefault="00180953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180953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Centrum Kształcenia Praktycznego i Doskonalenia Nauczycieli w Mielcu</w:t>
      </w:r>
    </w:p>
    <w:p w:rsidR="00180953" w:rsidRPr="00144DB4" w:rsidRDefault="00180953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Powiat Mielecki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Wyspiańskiego 6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39-300 Mielec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180953" w:rsidRPr="00371B2B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180953" w:rsidRDefault="00180953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180953" w:rsidRPr="00122970" w:rsidRDefault="00180953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180953" w:rsidRPr="00371B2B" w:rsidRDefault="00180953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180953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180953" w:rsidRPr="00122970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180953" w:rsidRPr="00F36C31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180953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180953" w:rsidRPr="00122970" w:rsidRDefault="00180953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180953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Wojska Polskiego 2B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39-300 Mielec</w:t>
      </w:r>
    </w:p>
    <w:p w:rsidR="00180953" w:rsidRPr="00F36C31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180953" w:rsidRPr="00F36C31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180953" w:rsidRPr="00122970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180953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r.rostocki@ckp.edu.pl</w:t>
      </w:r>
    </w:p>
    <w:p w:rsidR="00180953" w:rsidRPr="00F36C31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180953" w:rsidRPr="007D3844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180953" w:rsidRPr="00122970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180953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250-64-86</w:t>
      </w:r>
    </w:p>
    <w:p w:rsidR="00180953" w:rsidRPr="00F36C31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180953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180953" w:rsidRPr="00122970" w:rsidRDefault="0018095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180953" w:rsidRPr="00371B2B" w:rsidRDefault="00180953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8171980506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180953" w:rsidRDefault="00180953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180953" w:rsidRDefault="00180953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180953" w:rsidRPr="00371B2B" w:rsidTr="006A1006">
        <w:tc>
          <w:tcPr>
            <w:tcW w:w="421" w:type="dxa"/>
          </w:tcPr>
          <w:p w:rsidR="00180953" w:rsidRPr="006930BA" w:rsidRDefault="0018095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180953" w:rsidRPr="00371B2B" w:rsidRDefault="0018095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180953" w:rsidRDefault="00180953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180953" w:rsidRPr="00371B2B" w:rsidRDefault="0018095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180953" w:rsidRPr="00371B2B" w:rsidRDefault="00180953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180953" w:rsidRPr="00371B2B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180953" w:rsidRDefault="00180953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180953" w:rsidRPr="00371B2B" w:rsidRDefault="00180953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180953" w:rsidRPr="00371B2B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180953" w:rsidRDefault="00180953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180953" w:rsidRDefault="00180953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180953" w:rsidRPr="00371B2B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180953" w:rsidRPr="00371B2B" w:rsidRDefault="00180953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Pr="009C5635" w:rsidRDefault="0018095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180953" w:rsidRPr="009C5635" w:rsidRDefault="00180953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9C5635" w:rsidTr="006A1006">
        <w:tc>
          <w:tcPr>
            <w:tcW w:w="421" w:type="dxa"/>
          </w:tcPr>
          <w:p w:rsidR="00180953" w:rsidRPr="009C5635" w:rsidRDefault="0018095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Pr="009C5635" w:rsidRDefault="0018095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180953" w:rsidRPr="009C5635" w:rsidRDefault="00180953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9C5635" w:rsidTr="006A1006">
        <w:tc>
          <w:tcPr>
            <w:tcW w:w="421" w:type="dxa"/>
          </w:tcPr>
          <w:p w:rsidR="00180953" w:rsidRPr="009C5635" w:rsidRDefault="0018095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Pr="009C5635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180953" w:rsidRPr="009C5635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9C5635" w:rsidTr="006A1006">
        <w:tc>
          <w:tcPr>
            <w:tcW w:w="421" w:type="dxa"/>
          </w:tcPr>
          <w:p w:rsidR="00180953" w:rsidRPr="009C5635" w:rsidRDefault="0018095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Pr="009C5635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180953" w:rsidRPr="009C5635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9C5635" w:rsidTr="006A1006">
        <w:tc>
          <w:tcPr>
            <w:tcW w:w="421" w:type="dxa"/>
          </w:tcPr>
          <w:p w:rsidR="00180953" w:rsidRPr="009C5635" w:rsidRDefault="0018095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180953" w:rsidRPr="00371B2B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180953" w:rsidRDefault="00180953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180953" w:rsidRPr="00371B2B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Pr="00371B2B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180953" w:rsidRPr="00371B2B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180953" w:rsidRDefault="0018095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180953" w:rsidRDefault="00180953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180953" w:rsidRDefault="00180953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180953" w:rsidRDefault="00180953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180953" w:rsidRPr="008611E1" w:rsidRDefault="0018095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Default="00180953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180953" w:rsidRPr="008611E1" w:rsidRDefault="00180953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80953" w:rsidRPr="00371B2B" w:rsidTr="006A1006">
        <w:tc>
          <w:tcPr>
            <w:tcW w:w="421" w:type="dxa"/>
          </w:tcPr>
          <w:p w:rsidR="00180953" w:rsidRPr="00371B2B" w:rsidRDefault="0018095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80953" w:rsidRPr="00763E28" w:rsidRDefault="00180953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180953" w:rsidRPr="00371B2B" w:rsidRDefault="0018095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180953" w:rsidRPr="009C5635" w:rsidRDefault="00180953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842"/>
        <w:gridCol w:w="1075"/>
        <w:gridCol w:w="1498"/>
        <w:gridCol w:w="1254"/>
        <w:gridCol w:w="1559"/>
        <w:gridCol w:w="1418"/>
      </w:tblGrid>
      <w:tr w:rsidR="00180953" w:rsidRPr="00AD7837" w:rsidTr="00180953">
        <w:trPr>
          <w:trHeight w:val="413"/>
        </w:trPr>
        <w:tc>
          <w:tcPr>
            <w:tcW w:w="534" w:type="dxa"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180953" w:rsidRPr="00AD7837" w:rsidRDefault="00180953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842" w:type="dxa"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180953" w:rsidRPr="00AD7837" w:rsidTr="00180953">
        <w:trPr>
          <w:trHeight w:val="559"/>
        </w:trPr>
        <w:tc>
          <w:tcPr>
            <w:tcW w:w="534" w:type="dxa"/>
            <w:vMerge w:val="restart"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180953" w:rsidRPr="00AD7837" w:rsidRDefault="00180953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42" w:type="dxa"/>
            <w:vMerge w:val="restart"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180953" w:rsidRPr="00AD7837" w:rsidRDefault="00180953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180953" w:rsidRPr="00A33AEA" w:rsidRDefault="00180953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180953" w:rsidRPr="00AD7837" w:rsidTr="00180953">
        <w:trPr>
          <w:trHeight w:val="318"/>
        </w:trPr>
        <w:tc>
          <w:tcPr>
            <w:tcW w:w="534" w:type="dxa"/>
            <w:vMerge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0953" w:rsidRPr="00AD7837" w:rsidRDefault="00180953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180953" w:rsidRPr="00AD7837" w:rsidRDefault="00180953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180953" w:rsidRPr="00AD7837" w:rsidTr="00180953">
        <w:trPr>
          <w:trHeight w:val="962"/>
        </w:trPr>
        <w:tc>
          <w:tcPr>
            <w:tcW w:w="534" w:type="dxa"/>
            <w:vMerge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180953" w:rsidRPr="00AD7837" w:rsidRDefault="0018095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180953" w:rsidRPr="00AD7837" w:rsidRDefault="00180953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180953" w:rsidRPr="00AD7837" w:rsidRDefault="00180953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180953" w:rsidRPr="00AD7837" w:rsidTr="00180953">
        <w:trPr>
          <w:trHeight w:val="408"/>
        </w:trPr>
        <w:tc>
          <w:tcPr>
            <w:tcW w:w="534" w:type="dxa"/>
            <w:vAlign w:val="center"/>
          </w:tcPr>
          <w:p w:rsidR="00180953" w:rsidRPr="00412B9E" w:rsidRDefault="00180953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180953" w:rsidRPr="00412B9E" w:rsidRDefault="00180953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8018590365500019354298</w:t>
            </w:r>
          </w:p>
        </w:tc>
        <w:tc>
          <w:tcPr>
            <w:tcW w:w="1842" w:type="dxa"/>
            <w:vAlign w:val="center"/>
          </w:tcPr>
          <w:p w:rsidR="00180953" w:rsidRDefault="0018095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Mielec</w:t>
            </w:r>
          </w:p>
          <w:p w:rsidR="00180953" w:rsidRDefault="0018095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Wojska Polskiego 2B</w:t>
            </w:r>
          </w:p>
          <w:p w:rsidR="00180953" w:rsidRPr="00412B9E" w:rsidRDefault="0018095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</w:t>
            </w:r>
            <w:r w:rsidR="00D278D8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1075" w:type="dxa"/>
            <w:vAlign w:val="center"/>
          </w:tcPr>
          <w:p w:rsidR="00180953" w:rsidRPr="00412B9E" w:rsidRDefault="00180953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180953" w:rsidRPr="00412B9E" w:rsidRDefault="00180953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180953" w:rsidRPr="00412B9E" w:rsidRDefault="00180953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80953" w:rsidRPr="00412B9E" w:rsidRDefault="00180953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180953" w:rsidRPr="00412B9E" w:rsidRDefault="00456BF2" w:rsidP="00456BF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180953" w:rsidRPr="008611E1" w:rsidRDefault="00180953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180953" w:rsidRPr="008611E1" w:rsidRDefault="00180953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180953" w:rsidRDefault="00180953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180953" w:rsidRDefault="00180953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180953" w:rsidRPr="004760F6" w:rsidTr="002C13B3">
        <w:trPr>
          <w:trHeight w:val="309"/>
        </w:trPr>
        <w:tc>
          <w:tcPr>
            <w:tcW w:w="2694" w:type="dxa"/>
          </w:tcPr>
          <w:p w:rsidR="00180953" w:rsidRPr="004760F6" w:rsidRDefault="00180953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180953" w:rsidRPr="004760F6" w:rsidRDefault="00180953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180953" w:rsidRPr="004760F6" w:rsidRDefault="00180953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180953" w:rsidRPr="004760F6" w:rsidTr="002C13B3">
        <w:trPr>
          <w:trHeight w:val="689"/>
        </w:trPr>
        <w:tc>
          <w:tcPr>
            <w:tcW w:w="2694" w:type="dxa"/>
          </w:tcPr>
          <w:p w:rsidR="00180953" w:rsidRPr="004760F6" w:rsidRDefault="00180953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180953" w:rsidRPr="004760F6" w:rsidRDefault="00180953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180953" w:rsidRPr="004760F6" w:rsidRDefault="00180953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180953" w:rsidRPr="00B63457" w:rsidRDefault="00180953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180953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A26" w:rsidRDefault="00ED2A26">
      <w:r>
        <w:separator/>
      </w:r>
    </w:p>
  </w:endnote>
  <w:endnote w:type="continuationSeparator" w:id="0">
    <w:p w:rsidR="00ED2A26" w:rsidRDefault="00ED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A26" w:rsidRDefault="00ED2A26">
      <w:r>
        <w:separator/>
      </w:r>
    </w:p>
  </w:footnote>
  <w:footnote w:type="continuationSeparator" w:id="0">
    <w:p w:rsidR="00ED2A26" w:rsidRDefault="00ED2A26">
      <w:r>
        <w:continuationSeparator/>
      </w:r>
    </w:p>
  </w:footnote>
  <w:footnote w:id="1">
    <w:p w:rsidR="00180953" w:rsidRPr="00EF7F64" w:rsidRDefault="00180953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180953" w:rsidRPr="00EF7F64" w:rsidRDefault="00180953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180953" w:rsidRPr="00EF7F64" w:rsidRDefault="00180953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180953" w:rsidRDefault="00180953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180953" w:rsidRPr="00822183" w:rsidRDefault="00180953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180953" w:rsidRDefault="00180953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180953" w:rsidRPr="00D23820" w:rsidRDefault="00180953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180953" w:rsidRPr="008611E1" w:rsidRDefault="00180953">
      <w:pPr>
        <w:pStyle w:val="Tekstprzypisudolnego"/>
        <w:rPr>
          <w:sz w:val="2"/>
          <w:szCs w:val="2"/>
        </w:rPr>
      </w:pPr>
    </w:p>
  </w:footnote>
  <w:footnote w:id="9">
    <w:p w:rsidR="00180953" w:rsidRPr="008611E1" w:rsidRDefault="00180953" w:rsidP="00CD0317">
      <w:pPr>
        <w:pStyle w:val="Tekstprzypisudolnego"/>
        <w:rPr>
          <w:sz w:val="2"/>
          <w:szCs w:val="2"/>
        </w:rPr>
      </w:pPr>
    </w:p>
  </w:footnote>
  <w:footnote w:id="10">
    <w:p w:rsidR="00180953" w:rsidRPr="008611E1" w:rsidRDefault="00180953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03A" w:rsidRPr="00122970" w:rsidRDefault="00E6703A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456BF2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53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6A40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167F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BF2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278D8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26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606DBAF-6E46-47CF-865B-92195D42C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3</TotalTime>
  <Pages>5</Pages>
  <Words>1158</Words>
  <Characters>6948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2022-07-03T11:38:00Z</dcterms:created>
  <dcterms:modified xsi:type="dcterms:W3CDTF">2022-08-09T12:18:00Z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